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799B9D7B"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AB2DA2">
        <w:rPr>
          <w:sz w:val="24"/>
          <w:szCs w:val="24"/>
        </w:rPr>
        <w:t xml:space="preserve"> 29</w:t>
      </w:r>
      <w:r w:rsidR="00943005">
        <w:rPr>
          <w:sz w:val="24"/>
          <w:szCs w:val="24"/>
        </w:rPr>
        <w:t>-</w:t>
      </w:r>
      <w:r w:rsidR="00BB2340">
        <w:rPr>
          <w:sz w:val="24"/>
          <w:szCs w:val="24"/>
        </w:rPr>
        <w:t xml:space="preserve"> G0</w:t>
      </w:r>
      <w:r w:rsidR="00340BC4">
        <w:rPr>
          <w:sz w:val="24"/>
          <w:szCs w:val="24"/>
        </w:rPr>
        <w:t>01</w:t>
      </w:r>
      <w:r w:rsidR="00557A77">
        <w:rPr>
          <w:sz w:val="24"/>
          <w:szCs w:val="24"/>
        </w:rPr>
        <w:t>-</w:t>
      </w:r>
      <w:r w:rsidR="00BB2340">
        <w:rPr>
          <w:sz w:val="24"/>
          <w:szCs w:val="24"/>
        </w:rPr>
        <w:t xml:space="preserve"> 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shd w:val="clear" w:color="auto" w:fill="auto"/>
            <w:vAlign w:val="center"/>
          </w:tcPr>
          <w:p w14:paraId="5B4EEC3C" w14:textId="4A245B38"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r w:rsidR="00251B2A">
              <w:rPr>
                <w:rFonts w:asciiTheme="minorHAnsi" w:hAnsiTheme="minorHAnsi"/>
                <w:sz w:val="22"/>
                <w:szCs w:val="22"/>
                <w:lang w:eastAsia="en-US"/>
              </w:rPr>
              <w:t xml:space="preserve"> (Tyres)</w:t>
            </w:r>
          </w:p>
        </w:tc>
        <w:tc>
          <w:tcPr>
            <w:tcW w:w="5367" w:type="dxa"/>
            <w:shd w:val="clear" w:color="auto" w:fill="auto"/>
          </w:tcPr>
          <w:p w14:paraId="0DAAD919" w14:textId="5800473A" w:rsidR="00943005" w:rsidRDefault="00943005" w:rsidP="00425694">
            <w:pPr>
              <w:pStyle w:val="TableContents"/>
              <w:numPr>
                <w:ilvl w:val="0"/>
                <w:numId w:val="3"/>
              </w:numPr>
              <w:rPr>
                <w:rFonts w:asciiTheme="minorHAnsi" w:hAnsiTheme="minorHAnsi"/>
                <w:sz w:val="22"/>
                <w:szCs w:val="22"/>
              </w:rPr>
            </w:pPr>
            <w:r>
              <w:rPr>
                <w:rFonts w:asciiTheme="minorHAnsi" w:hAnsiTheme="minorHAnsi"/>
                <w:sz w:val="22"/>
                <w:szCs w:val="22"/>
              </w:rPr>
              <w:t xml:space="preserve">References (at least 2) showing relevant experience and reputation with similar </w:t>
            </w:r>
            <w:r w:rsidR="00012E41">
              <w:rPr>
                <w:rFonts w:asciiTheme="minorHAnsi" w:hAnsiTheme="minorHAnsi"/>
                <w:sz w:val="22"/>
                <w:szCs w:val="22"/>
              </w:rPr>
              <w:t xml:space="preserve">supply of </w:t>
            </w:r>
            <w:r w:rsidR="00132AA8">
              <w:rPr>
                <w:rFonts w:asciiTheme="minorHAnsi" w:hAnsiTheme="minorHAnsi"/>
                <w:sz w:val="22"/>
                <w:szCs w:val="22"/>
              </w:rPr>
              <w:t>G</w:t>
            </w:r>
            <w:r>
              <w:rPr>
                <w:rFonts w:asciiTheme="minorHAnsi" w:hAnsiTheme="minorHAnsi"/>
                <w:sz w:val="22"/>
                <w:szCs w:val="22"/>
              </w:rPr>
              <w:t>ood</w:t>
            </w:r>
            <w:r w:rsidR="00132AA8">
              <w:rPr>
                <w:rFonts w:asciiTheme="minorHAnsi" w:hAnsiTheme="minorHAnsi"/>
                <w:sz w:val="22"/>
                <w:szCs w:val="22"/>
              </w:rPr>
              <w:t>s</w:t>
            </w:r>
            <w:r>
              <w:rPr>
                <w:rFonts w:asciiTheme="minorHAnsi" w:hAnsiTheme="minorHAnsi"/>
                <w:sz w:val="22"/>
                <w:szCs w:val="22"/>
              </w:rPr>
              <w:t xml:space="preserve"> </w:t>
            </w:r>
            <w:r w:rsidR="00425694">
              <w:rPr>
                <w:rFonts w:asciiTheme="minorHAnsi" w:hAnsiTheme="minorHAnsi"/>
                <w:sz w:val="22"/>
                <w:szCs w:val="22"/>
              </w:rPr>
              <w:t>(20mks)</w:t>
            </w:r>
          </w:p>
          <w:p w14:paraId="3ADDF29E" w14:textId="176091B9" w:rsidR="00425694" w:rsidRPr="000B2159" w:rsidRDefault="00425694" w:rsidP="000B2159">
            <w:pPr>
              <w:pStyle w:val="TableContents"/>
              <w:numPr>
                <w:ilvl w:val="0"/>
                <w:numId w:val="3"/>
              </w:numPr>
              <w:rPr>
                <w:rFonts w:asciiTheme="minorHAnsi" w:hAnsiTheme="minorHAnsi"/>
                <w:sz w:val="22"/>
                <w:szCs w:val="22"/>
              </w:rPr>
            </w:pPr>
            <w:r>
              <w:rPr>
                <w:rFonts w:asciiTheme="minorHAnsi" w:hAnsiTheme="minorHAnsi"/>
                <w:sz w:val="22"/>
                <w:szCs w:val="22"/>
              </w:rPr>
              <w:t>Brief and Clear details of the supplier (5mks)</w:t>
            </w:r>
          </w:p>
        </w:tc>
        <w:tc>
          <w:tcPr>
            <w:tcW w:w="1360" w:type="dxa"/>
            <w:shd w:val="clear" w:color="auto" w:fill="auto"/>
            <w:vAlign w:val="center"/>
          </w:tcPr>
          <w:p w14:paraId="6FB170A3" w14:textId="72B5B860" w:rsidR="006E17EC" w:rsidRPr="003758D9" w:rsidRDefault="00132AA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425694">
              <w:rPr>
                <w:rFonts w:asciiTheme="minorHAnsi" w:hAnsiTheme="minorHAnsi"/>
                <w:sz w:val="22"/>
                <w:szCs w:val="22"/>
                <w:lang w:eastAsia="en-US"/>
              </w:rPr>
              <w:t>5</w:t>
            </w:r>
          </w:p>
        </w:tc>
      </w:tr>
      <w:tr w:rsidR="006E17EC" w:rsidRPr="003758D9" w14:paraId="613F68D6" w14:textId="77777777" w:rsidTr="006E17EC">
        <w:trPr>
          <w:cantSplit/>
          <w:tblHeader/>
        </w:trPr>
        <w:tc>
          <w:tcPr>
            <w:tcW w:w="2430" w:type="dxa"/>
            <w:shd w:val="clear" w:color="auto" w:fill="auto"/>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shd w:val="clear" w:color="auto" w:fill="auto"/>
          </w:tcPr>
          <w:p w14:paraId="7AD0A713" w14:textId="689D408F" w:rsidR="006E17EC" w:rsidRDefault="00943005"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Clear </w:t>
            </w:r>
            <w:r w:rsidR="00AC733A">
              <w:rPr>
                <w:rFonts w:asciiTheme="minorHAnsi" w:hAnsiTheme="minorHAnsi"/>
                <w:sz w:val="22"/>
                <w:szCs w:val="22"/>
              </w:rPr>
              <w:t xml:space="preserve">and well detailed </w:t>
            </w:r>
            <w:r>
              <w:rPr>
                <w:rFonts w:asciiTheme="minorHAnsi" w:hAnsiTheme="minorHAnsi"/>
                <w:sz w:val="22"/>
                <w:szCs w:val="22"/>
              </w:rPr>
              <w:t>Delivery Schedule to a project site</w:t>
            </w:r>
            <w:r w:rsidR="005E3DB5">
              <w:rPr>
                <w:rFonts w:asciiTheme="minorHAnsi" w:hAnsiTheme="minorHAnsi"/>
                <w:sz w:val="22"/>
                <w:szCs w:val="22"/>
              </w:rPr>
              <w:t xml:space="preserve"> (15mks)</w:t>
            </w:r>
          </w:p>
          <w:p w14:paraId="4BA71FA2" w14:textId="4AEF1E31" w:rsidR="00AC733A" w:rsidRPr="003758D9" w:rsidRDefault="00AC733A" w:rsidP="001D3BEC">
            <w:pPr>
              <w:pStyle w:val="TableContents"/>
              <w:numPr>
                <w:ilvl w:val="0"/>
                <w:numId w:val="4"/>
              </w:numPr>
              <w:rPr>
                <w:rFonts w:asciiTheme="minorHAnsi" w:hAnsiTheme="minorHAnsi"/>
                <w:sz w:val="22"/>
                <w:szCs w:val="22"/>
              </w:rPr>
            </w:pPr>
            <w:r>
              <w:rPr>
                <w:rFonts w:asciiTheme="minorHAnsi" w:hAnsiTheme="minorHAnsi"/>
                <w:sz w:val="22"/>
                <w:szCs w:val="22"/>
              </w:rPr>
              <w:t>Methodology shows how the Supplier achieved the delivery target</w:t>
            </w:r>
            <w:r w:rsidR="005E3DB5">
              <w:rPr>
                <w:rFonts w:asciiTheme="minorHAnsi" w:hAnsiTheme="minorHAnsi"/>
                <w:sz w:val="22"/>
                <w:szCs w:val="22"/>
              </w:rPr>
              <w:t xml:space="preserve"> (15mks)</w:t>
            </w:r>
          </w:p>
        </w:tc>
        <w:tc>
          <w:tcPr>
            <w:tcW w:w="1360" w:type="dxa"/>
            <w:shd w:val="clear" w:color="auto" w:fill="auto"/>
            <w:vAlign w:val="center"/>
          </w:tcPr>
          <w:p w14:paraId="657554B4" w14:textId="681E9A41" w:rsidR="006E17EC" w:rsidRPr="003758D9" w:rsidRDefault="005E3DB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1161C7" w:rsidRPr="003758D9">
              <w:rPr>
                <w:rFonts w:asciiTheme="minorHAnsi" w:hAnsiTheme="minorHAnsi"/>
                <w:sz w:val="22"/>
                <w:szCs w:val="22"/>
                <w:lang w:eastAsia="en-US"/>
              </w:rPr>
              <w:t>0</w:t>
            </w:r>
          </w:p>
        </w:tc>
      </w:tr>
      <w:tr w:rsidR="00132AA8" w:rsidRPr="003758D9" w14:paraId="4FA73853" w14:textId="77777777" w:rsidTr="00132AA8">
        <w:trPr>
          <w:cantSplit/>
          <w:trHeight w:val="886"/>
          <w:tblHeader/>
        </w:trPr>
        <w:tc>
          <w:tcPr>
            <w:tcW w:w="2430" w:type="dxa"/>
            <w:shd w:val="clear" w:color="auto" w:fill="auto"/>
            <w:vAlign w:val="center"/>
          </w:tcPr>
          <w:p w14:paraId="6E87C9FB" w14:textId="4295E817" w:rsidR="00132AA8" w:rsidRPr="003758D9" w:rsidRDefault="00132AA8"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27B09598" w14:textId="73F16ABA" w:rsidR="00132AA8" w:rsidRDefault="00132AA8" w:rsidP="00425694">
            <w:pPr>
              <w:pStyle w:val="TableContents"/>
              <w:numPr>
                <w:ilvl w:val="0"/>
                <w:numId w:val="4"/>
              </w:numPr>
              <w:jc w:val="both"/>
              <w:rPr>
                <w:rFonts w:asciiTheme="minorHAnsi" w:hAnsiTheme="minorHAnsi"/>
                <w:sz w:val="22"/>
                <w:szCs w:val="22"/>
              </w:rPr>
            </w:pPr>
            <w:r>
              <w:rPr>
                <w:rFonts w:asciiTheme="minorHAnsi" w:hAnsiTheme="minorHAnsi"/>
                <w:sz w:val="22"/>
                <w:szCs w:val="22"/>
              </w:rPr>
              <w:t>Material list with Clear specification of the Good complies with a given specification</w:t>
            </w:r>
            <w:r w:rsidR="00425694">
              <w:rPr>
                <w:rFonts w:asciiTheme="minorHAnsi" w:hAnsiTheme="minorHAnsi"/>
                <w:sz w:val="22"/>
                <w:szCs w:val="22"/>
              </w:rPr>
              <w:t xml:space="preserve"> (</w:t>
            </w:r>
            <w:r w:rsidR="00F07121">
              <w:rPr>
                <w:rFonts w:asciiTheme="minorHAnsi" w:hAnsiTheme="minorHAnsi"/>
                <w:sz w:val="22"/>
                <w:szCs w:val="22"/>
              </w:rPr>
              <w:t>25</w:t>
            </w:r>
            <w:r w:rsidR="00425694">
              <w:rPr>
                <w:rFonts w:asciiTheme="minorHAnsi" w:hAnsiTheme="minorHAnsi"/>
                <w:sz w:val="22"/>
                <w:szCs w:val="22"/>
              </w:rPr>
              <w:t>mks)</w:t>
            </w:r>
            <w:r>
              <w:rPr>
                <w:rFonts w:asciiTheme="minorHAnsi" w:hAnsiTheme="minorHAnsi"/>
                <w:sz w:val="22"/>
                <w:szCs w:val="22"/>
              </w:rPr>
              <w:t xml:space="preserve"> </w:t>
            </w:r>
          </w:p>
          <w:p w14:paraId="3C67C1FC" w14:textId="77777777" w:rsidR="00425694" w:rsidRPr="005E3DB5" w:rsidRDefault="00425694" w:rsidP="00425694">
            <w:pPr>
              <w:pStyle w:val="TableContents"/>
              <w:numPr>
                <w:ilvl w:val="0"/>
                <w:numId w:val="4"/>
              </w:numPr>
              <w:rPr>
                <w:rFonts w:asciiTheme="minorHAnsi" w:hAnsiTheme="minorHAnsi"/>
                <w:sz w:val="22"/>
                <w:szCs w:val="22"/>
              </w:rPr>
            </w:pPr>
            <w:r w:rsidRPr="005E3DB5">
              <w:rPr>
                <w:rFonts w:asciiTheme="minorHAnsi" w:hAnsiTheme="minorHAnsi"/>
                <w:sz w:val="22"/>
                <w:szCs w:val="22"/>
              </w:rPr>
              <w:t>Photos and Product Instructions</w:t>
            </w:r>
            <w:r>
              <w:rPr>
                <w:rFonts w:asciiTheme="minorHAnsi" w:hAnsiTheme="minorHAnsi"/>
                <w:sz w:val="22"/>
                <w:szCs w:val="22"/>
              </w:rPr>
              <w:t xml:space="preserve"> (5mks)</w:t>
            </w:r>
          </w:p>
          <w:p w14:paraId="6A5C981E" w14:textId="1FDC9FEF" w:rsidR="00425694" w:rsidRPr="000B2159" w:rsidRDefault="00425694" w:rsidP="000B2159">
            <w:pPr>
              <w:pStyle w:val="TableContents"/>
              <w:numPr>
                <w:ilvl w:val="0"/>
                <w:numId w:val="4"/>
              </w:numPr>
              <w:rPr>
                <w:rFonts w:asciiTheme="minorHAnsi" w:hAnsiTheme="minorHAnsi"/>
                <w:sz w:val="22"/>
                <w:szCs w:val="22"/>
              </w:rPr>
            </w:pPr>
            <w:r>
              <w:rPr>
                <w:rFonts w:asciiTheme="minorHAnsi" w:hAnsiTheme="minorHAnsi"/>
                <w:sz w:val="22"/>
                <w:szCs w:val="22"/>
              </w:rPr>
              <w:t xml:space="preserve">Clearly indicate the availability of </w:t>
            </w:r>
            <w:r w:rsidR="00D7511A">
              <w:rPr>
                <w:rFonts w:asciiTheme="minorHAnsi" w:hAnsiTheme="minorHAnsi"/>
                <w:sz w:val="22"/>
                <w:szCs w:val="22"/>
              </w:rPr>
              <w:t>tyres</w:t>
            </w:r>
            <w:r>
              <w:rPr>
                <w:rFonts w:asciiTheme="minorHAnsi" w:hAnsiTheme="minorHAnsi"/>
                <w:sz w:val="22"/>
                <w:szCs w:val="22"/>
              </w:rPr>
              <w:t xml:space="preserve"> on hand</w:t>
            </w:r>
            <w:r w:rsidR="00C510B4">
              <w:rPr>
                <w:rFonts w:asciiTheme="minorHAnsi" w:hAnsiTheme="minorHAnsi"/>
                <w:sz w:val="22"/>
                <w:szCs w:val="22"/>
              </w:rPr>
              <w:t xml:space="preserve"> and </w:t>
            </w:r>
            <w:r w:rsidR="001909D6">
              <w:rPr>
                <w:rFonts w:asciiTheme="minorHAnsi" w:hAnsiTheme="minorHAnsi"/>
                <w:sz w:val="22"/>
                <w:szCs w:val="22"/>
              </w:rPr>
              <w:t>those not</w:t>
            </w:r>
            <w:r w:rsidR="00C510B4">
              <w:rPr>
                <w:rFonts w:asciiTheme="minorHAnsi" w:hAnsiTheme="minorHAnsi"/>
                <w:sz w:val="22"/>
                <w:szCs w:val="22"/>
              </w:rPr>
              <w:t xml:space="preserve"> available but to be ordered</w:t>
            </w:r>
            <w:r>
              <w:rPr>
                <w:rFonts w:asciiTheme="minorHAnsi" w:hAnsiTheme="minorHAnsi"/>
                <w:sz w:val="22"/>
                <w:szCs w:val="22"/>
              </w:rPr>
              <w:t xml:space="preserve"> (5mks)</w:t>
            </w:r>
          </w:p>
        </w:tc>
        <w:tc>
          <w:tcPr>
            <w:tcW w:w="1360" w:type="dxa"/>
            <w:shd w:val="clear" w:color="auto" w:fill="auto"/>
            <w:vAlign w:val="center"/>
          </w:tcPr>
          <w:p w14:paraId="7D44B380" w14:textId="6014A6E7" w:rsidR="00132AA8" w:rsidRDefault="00F0712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35</w:t>
            </w:r>
          </w:p>
        </w:tc>
      </w:tr>
      <w:tr w:rsidR="006E17EC" w:rsidRPr="003758D9" w14:paraId="7395E14D" w14:textId="77777777" w:rsidTr="006E17EC">
        <w:trPr>
          <w:cantSplit/>
          <w:tblHeader/>
        </w:trPr>
        <w:tc>
          <w:tcPr>
            <w:tcW w:w="2430" w:type="dxa"/>
            <w:shd w:val="clear" w:color="auto" w:fill="auto"/>
            <w:vAlign w:val="center"/>
          </w:tcPr>
          <w:p w14:paraId="58A5C5B6" w14:textId="06D241BF"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Other criteria</w:t>
            </w:r>
          </w:p>
        </w:tc>
        <w:tc>
          <w:tcPr>
            <w:tcW w:w="5367" w:type="dxa"/>
            <w:shd w:val="clear" w:color="auto" w:fill="auto"/>
          </w:tcPr>
          <w:p w14:paraId="401F56D2" w14:textId="39DA5D30" w:rsidR="00F07121" w:rsidRPr="00F07121" w:rsidRDefault="00F07121" w:rsidP="00F07121">
            <w:pPr>
              <w:pStyle w:val="TableContents"/>
              <w:numPr>
                <w:ilvl w:val="0"/>
                <w:numId w:val="5"/>
              </w:numPr>
              <w:rPr>
                <w:rFonts w:asciiTheme="minorHAnsi" w:hAnsiTheme="minorHAnsi"/>
                <w:sz w:val="22"/>
                <w:szCs w:val="22"/>
              </w:rPr>
            </w:pPr>
            <w:r>
              <w:rPr>
                <w:rFonts w:asciiTheme="minorHAnsi" w:hAnsiTheme="minorHAnsi"/>
                <w:sz w:val="22"/>
                <w:szCs w:val="22"/>
              </w:rPr>
              <w:t>Warranty and spare parts provision</w:t>
            </w:r>
          </w:p>
          <w:p w14:paraId="23A8F695" w14:textId="76B11CBE" w:rsidR="005E3DB5" w:rsidRPr="005E3DB5" w:rsidRDefault="005E3DB5" w:rsidP="00FB6E4F">
            <w:pPr>
              <w:pStyle w:val="TableContents"/>
              <w:ind w:left="720"/>
              <w:rPr>
                <w:rFonts w:asciiTheme="minorHAnsi" w:hAnsiTheme="minorHAnsi"/>
                <w:sz w:val="22"/>
                <w:szCs w:val="22"/>
              </w:rPr>
            </w:pPr>
          </w:p>
        </w:tc>
        <w:tc>
          <w:tcPr>
            <w:tcW w:w="1360" w:type="dxa"/>
            <w:shd w:val="clear" w:color="auto" w:fill="auto"/>
            <w:vAlign w:val="center"/>
          </w:tcPr>
          <w:p w14:paraId="240875A4" w14:textId="6FD5D3AB" w:rsidR="006E17EC" w:rsidRPr="003758D9" w:rsidRDefault="00F0712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BFC64" w14:textId="77777777" w:rsidR="00DD6094" w:rsidRDefault="00DD6094">
      <w:r>
        <w:separator/>
      </w:r>
    </w:p>
  </w:endnote>
  <w:endnote w:type="continuationSeparator" w:id="0">
    <w:p w14:paraId="764F59BA" w14:textId="77777777" w:rsidR="00DD6094" w:rsidRDefault="00DD6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DD17D1D" w:rsidR="00D15CF2" w:rsidRDefault="004878F3" w:rsidP="004878F3">
    <w:pPr>
      <w:pStyle w:val="Footer"/>
    </w:pPr>
    <w:r>
      <w:fldChar w:fldCharType="begin"/>
    </w:r>
    <w:r>
      <w:instrText xml:space="preserve"> DATE \@ "yyyy-MM-dd" </w:instrText>
    </w:r>
    <w:r>
      <w:fldChar w:fldCharType="separate"/>
    </w:r>
    <w:r w:rsidR="00340BC4">
      <w:rPr>
        <w:noProof/>
      </w:rPr>
      <w:t>2025-02-27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93AD2" w14:textId="77777777" w:rsidR="00DD6094" w:rsidRDefault="00DD6094">
      <w:r>
        <w:separator/>
      </w:r>
    </w:p>
  </w:footnote>
  <w:footnote w:type="continuationSeparator" w:id="0">
    <w:p w14:paraId="037101FE" w14:textId="77777777" w:rsidR="00DD6094" w:rsidRDefault="00DD6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E41"/>
    <w:rsid w:val="00014D56"/>
    <w:rsid w:val="00015552"/>
    <w:rsid w:val="00016101"/>
    <w:rsid w:val="00020DA4"/>
    <w:rsid w:val="000211D8"/>
    <w:rsid w:val="00021788"/>
    <w:rsid w:val="00022B15"/>
    <w:rsid w:val="000246B4"/>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2326"/>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079"/>
    <w:rsid w:val="000A2446"/>
    <w:rsid w:val="000A3A65"/>
    <w:rsid w:val="000A4C62"/>
    <w:rsid w:val="000A5296"/>
    <w:rsid w:val="000A7C73"/>
    <w:rsid w:val="000B0B90"/>
    <w:rsid w:val="000B1C2E"/>
    <w:rsid w:val="000B2159"/>
    <w:rsid w:val="000B2C80"/>
    <w:rsid w:val="000B4497"/>
    <w:rsid w:val="000B530F"/>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54B1"/>
    <w:rsid w:val="00127FCD"/>
    <w:rsid w:val="0013003E"/>
    <w:rsid w:val="00130987"/>
    <w:rsid w:val="00130B9D"/>
    <w:rsid w:val="0013165E"/>
    <w:rsid w:val="00131E4B"/>
    <w:rsid w:val="00132AA8"/>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9D6"/>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B2A"/>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23D"/>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9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BC4"/>
    <w:rsid w:val="00340FDE"/>
    <w:rsid w:val="00344260"/>
    <w:rsid w:val="00344263"/>
    <w:rsid w:val="00345A46"/>
    <w:rsid w:val="00345E7A"/>
    <w:rsid w:val="00347AF5"/>
    <w:rsid w:val="0035158F"/>
    <w:rsid w:val="00354774"/>
    <w:rsid w:val="00354AFA"/>
    <w:rsid w:val="00354B4E"/>
    <w:rsid w:val="00354D3B"/>
    <w:rsid w:val="00354FE7"/>
    <w:rsid w:val="00355368"/>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0A7F"/>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0CB6"/>
    <w:rsid w:val="003E1B04"/>
    <w:rsid w:val="003E2273"/>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694"/>
    <w:rsid w:val="00425783"/>
    <w:rsid w:val="00426B2F"/>
    <w:rsid w:val="00426E6C"/>
    <w:rsid w:val="00430F2F"/>
    <w:rsid w:val="00431A5D"/>
    <w:rsid w:val="00431FAE"/>
    <w:rsid w:val="00433964"/>
    <w:rsid w:val="00433D1A"/>
    <w:rsid w:val="00434564"/>
    <w:rsid w:val="004347AA"/>
    <w:rsid w:val="00434A95"/>
    <w:rsid w:val="00434E5D"/>
    <w:rsid w:val="00435F54"/>
    <w:rsid w:val="00436FFA"/>
    <w:rsid w:val="00440265"/>
    <w:rsid w:val="0044234B"/>
    <w:rsid w:val="0044275F"/>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A77"/>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B5"/>
    <w:rsid w:val="005E3DD5"/>
    <w:rsid w:val="005E4B60"/>
    <w:rsid w:val="005E54B7"/>
    <w:rsid w:val="005E6610"/>
    <w:rsid w:val="005F009C"/>
    <w:rsid w:val="005F228A"/>
    <w:rsid w:val="005F27D0"/>
    <w:rsid w:val="005F2CDB"/>
    <w:rsid w:val="005F4B4A"/>
    <w:rsid w:val="005F5218"/>
    <w:rsid w:val="005F54A9"/>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A0D"/>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5721A"/>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220"/>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56F0"/>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3334"/>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03E"/>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1C93"/>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140A"/>
    <w:rsid w:val="008426CC"/>
    <w:rsid w:val="008427C2"/>
    <w:rsid w:val="00842A49"/>
    <w:rsid w:val="0084307A"/>
    <w:rsid w:val="00843D0C"/>
    <w:rsid w:val="00844D81"/>
    <w:rsid w:val="0084574E"/>
    <w:rsid w:val="008464E5"/>
    <w:rsid w:val="00846BC9"/>
    <w:rsid w:val="00847982"/>
    <w:rsid w:val="00847A40"/>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C7D73"/>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362A7"/>
    <w:rsid w:val="00940440"/>
    <w:rsid w:val="00941428"/>
    <w:rsid w:val="0094214B"/>
    <w:rsid w:val="00943005"/>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6E41"/>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B6F7F"/>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66C"/>
    <w:rsid w:val="00A20EF6"/>
    <w:rsid w:val="00A21466"/>
    <w:rsid w:val="00A21863"/>
    <w:rsid w:val="00A228E2"/>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6EF4"/>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0D33"/>
    <w:rsid w:val="00AA2A14"/>
    <w:rsid w:val="00AA2ACE"/>
    <w:rsid w:val="00AA5D24"/>
    <w:rsid w:val="00AA6A07"/>
    <w:rsid w:val="00AA6AF4"/>
    <w:rsid w:val="00AA78A5"/>
    <w:rsid w:val="00AA7BE4"/>
    <w:rsid w:val="00AB023E"/>
    <w:rsid w:val="00AB175B"/>
    <w:rsid w:val="00AB2D4E"/>
    <w:rsid w:val="00AB2DA2"/>
    <w:rsid w:val="00AB3980"/>
    <w:rsid w:val="00AB3D56"/>
    <w:rsid w:val="00AB5ECE"/>
    <w:rsid w:val="00AB6DCA"/>
    <w:rsid w:val="00AC0AF5"/>
    <w:rsid w:val="00AC1A00"/>
    <w:rsid w:val="00AC1E97"/>
    <w:rsid w:val="00AC5AEF"/>
    <w:rsid w:val="00AC5BBF"/>
    <w:rsid w:val="00AC62D6"/>
    <w:rsid w:val="00AC6A61"/>
    <w:rsid w:val="00AC714A"/>
    <w:rsid w:val="00AC733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E7014"/>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6EA"/>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340"/>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579"/>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0B4"/>
    <w:rsid w:val="00C51290"/>
    <w:rsid w:val="00C56AA5"/>
    <w:rsid w:val="00C617B7"/>
    <w:rsid w:val="00C621DF"/>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DD"/>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2EB2"/>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11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AC7"/>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094"/>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25EB2"/>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2DE2"/>
    <w:rsid w:val="00E74C6E"/>
    <w:rsid w:val="00E74CD5"/>
    <w:rsid w:val="00E75C32"/>
    <w:rsid w:val="00E76798"/>
    <w:rsid w:val="00E80DF3"/>
    <w:rsid w:val="00E80E0A"/>
    <w:rsid w:val="00E86D44"/>
    <w:rsid w:val="00E91499"/>
    <w:rsid w:val="00E959F6"/>
    <w:rsid w:val="00E9600A"/>
    <w:rsid w:val="00E97112"/>
    <w:rsid w:val="00E97185"/>
    <w:rsid w:val="00EA082E"/>
    <w:rsid w:val="00EA0A42"/>
    <w:rsid w:val="00EA0D0C"/>
    <w:rsid w:val="00EA0E33"/>
    <w:rsid w:val="00EA29C9"/>
    <w:rsid w:val="00EA484F"/>
    <w:rsid w:val="00EA54E2"/>
    <w:rsid w:val="00EA69F4"/>
    <w:rsid w:val="00EA7D38"/>
    <w:rsid w:val="00EB081C"/>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D7343"/>
    <w:rsid w:val="00EE1027"/>
    <w:rsid w:val="00EE49F6"/>
    <w:rsid w:val="00EE5C29"/>
    <w:rsid w:val="00EE7AC6"/>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121"/>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4A90"/>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6E4F"/>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17</TotalTime>
  <Pages>1</Pages>
  <Words>743</Words>
  <Characters>4236</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10</cp:revision>
  <cp:lastPrinted>2016-10-18T02:57:00Z</cp:lastPrinted>
  <dcterms:created xsi:type="dcterms:W3CDTF">2025-02-24T21:34:00Z</dcterms:created>
  <dcterms:modified xsi:type="dcterms:W3CDTF">2025-02-26T22:02:00Z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